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73FBB" w14:textId="77777777" w:rsidR="00D45D9E" w:rsidRDefault="001D544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3EC4B86F" w14:textId="5E8ADC5E" w:rsidR="00D45D9E" w:rsidRDefault="001D544B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 w:rsidR="00283236" w:rsidRPr="00283236">
        <w:rPr>
          <w:rStyle w:val="Strong"/>
          <w:rFonts w:asciiTheme="minorHAnsi" w:hAnsiTheme="minorHAnsi" w:cstheme="minorHAnsi"/>
          <w:lang w:val="en-GB"/>
        </w:rPr>
        <w:t>RFQ-27-ss001-22</w:t>
      </w:r>
    </w:p>
    <w:p w14:paraId="1BE44973" w14:textId="77777777" w:rsidR="00D45D9E" w:rsidRDefault="001D544B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1FE2936D" w14:textId="77777777" w:rsidR="00D45D9E" w:rsidRDefault="001D544B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523E7D7C" w14:textId="7AAD59F5" w:rsidR="00D45D9E" w:rsidRDefault="001D544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RFQ. Any changes to this timeline will be </w:t>
      </w:r>
      <w:r>
        <w:rPr>
          <w:rFonts w:ascii="Calibri" w:hAnsi="Calibri" w:cs="Calibri"/>
          <w:highlight w:val="yellow"/>
        </w:rPr>
        <w:t>posted on 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  <w:highlight w:val="yellow"/>
        </w:rPr>
        <w:t xml:space="preserve">) </w:t>
      </w:r>
      <w:r>
        <w:rPr>
          <w:rFonts w:ascii="Calibri" w:hAnsi="Calibri" w:cs="Calibri"/>
          <w:highlight w:val="yellow"/>
          <w:u w:val="single"/>
        </w:rPr>
        <w:t>or</w:t>
      </w:r>
      <w:r>
        <w:rPr>
          <w:rFonts w:ascii="Calibri" w:hAnsi="Calibri" w:cs="Calibri"/>
          <w:highlight w:val="yellow"/>
        </w:rPr>
        <w:t xml:space="preserve"> sent directly to Tenderers who have been specifically invited to submit a Tender</w:t>
      </w:r>
      <w:r>
        <w:rPr>
          <w:rFonts w:ascii="Calibri" w:hAnsi="Calibri" w:cs="Calibri"/>
        </w:rPr>
        <w:t>. Please note that the dates set forth in 5-9 are target dates and may be adjusted.</w:t>
      </w:r>
    </w:p>
    <w:p w14:paraId="67611040" w14:textId="77777777" w:rsidR="0020540E" w:rsidRDefault="0020540E">
      <w:pPr>
        <w:spacing w:before="120"/>
        <w:jc w:val="both"/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0540E" w:rsidRPr="00A33618" w14:paraId="52ABFB22" w14:textId="77777777" w:rsidTr="00E3749C">
        <w:tc>
          <w:tcPr>
            <w:tcW w:w="4673" w:type="dxa"/>
            <w:shd w:val="clear" w:color="auto" w:fill="auto"/>
          </w:tcPr>
          <w:p w14:paraId="481E8396" w14:textId="77777777" w:rsidR="0020540E" w:rsidRPr="00A33618" w:rsidRDefault="0020540E" w:rsidP="00E3749C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55AAF7FE" w14:textId="77777777" w:rsidR="0020540E" w:rsidRPr="00A33618" w:rsidRDefault="0020540E" w:rsidP="00E3749C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1AF8B7B2" w14:textId="77777777" w:rsidR="0020540E" w:rsidRPr="00A33618" w:rsidRDefault="0020540E" w:rsidP="00E3749C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20540E" w:rsidRPr="00A33618" w14:paraId="2894EDA7" w14:textId="77777777" w:rsidTr="00E3749C">
        <w:tc>
          <w:tcPr>
            <w:tcW w:w="4673" w:type="dxa"/>
            <w:shd w:val="clear" w:color="auto" w:fill="auto"/>
          </w:tcPr>
          <w:p w14:paraId="2ACE2E88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42DBCF74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5B269E3" w14:textId="77777777" w:rsidR="0020540E" w:rsidRPr="00532E97" w:rsidRDefault="0020540E" w:rsidP="00E374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15/06/22</w:t>
            </w:r>
          </w:p>
        </w:tc>
      </w:tr>
      <w:tr w:rsidR="0020540E" w:rsidRPr="00A33618" w14:paraId="1B7D41BE" w14:textId="77777777" w:rsidTr="00E3749C">
        <w:tc>
          <w:tcPr>
            <w:tcW w:w="4673" w:type="dxa"/>
            <w:shd w:val="clear" w:color="auto" w:fill="auto"/>
          </w:tcPr>
          <w:p w14:paraId="746DDE61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35F930B7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3CEB186" w14:textId="77777777" w:rsidR="0020540E" w:rsidRPr="00CB6DDC" w:rsidRDefault="0020540E" w:rsidP="00E3749C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22/06/22</w:t>
            </w:r>
            <w:r w:rsidRPr="005D704A">
              <w:rPr>
                <w:rFonts w:ascii="Calibri" w:hAnsi="Calibri"/>
                <w:szCs w:val="20"/>
              </w:rPr>
              <w:t>(1600hrs)</w:t>
            </w:r>
          </w:p>
        </w:tc>
      </w:tr>
      <w:tr w:rsidR="0020540E" w:rsidRPr="00A33618" w14:paraId="45CA3CE8" w14:textId="77777777" w:rsidTr="00E3749C">
        <w:tc>
          <w:tcPr>
            <w:tcW w:w="4673" w:type="dxa"/>
            <w:shd w:val="clear" w:color="auto" w:fill="auto"/>
          </w:tcPr>
          <w:p w14:paraId="2F4FC441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2228CE3A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27C4E08" w14:textId="77777777" w:rsidR="0020540E" w:rsidRPr="00251A4B" w:rsidRDefault="0020540E" w:rsidP="00E374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17/06/22</w:t>
            </w:r>
          </w:p>
        </w:tc>
      </w:tr>
      <w:tr w:rsidR="0020540E" w:rsidRPr="00A33618" w14:paraId="1460EC5E" w14:textId="77777777" w:rsidTr="00E3749C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7A8F6C5D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6B3D350D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292AEF" w14:textId="77777777" w:rsidR="0020540E" w:rsidRPr="00CB6DDC" w:rsidRDefault="0020540E" w:rsidP="00E3749C">
            <w:pPr>
              <w:rPr>
                <w:rFonts w:ascii="Calibri" w:hAnsi="Calibri"/>
                <w:szCs w:val="20"/>
                <w:highlight w:val="yellow"/>
              </w:rPr>
            </w:pPr>
            <w:r w:rsidRPr="005D704A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9</w:t>
            </w:r>
            <w:r w:rsidRPr="005D704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Pr="005D704A">
              <w:rPr>
                <w:rFonts w:ascii="Calibri" w:hAnsi="Calibri"/>
                <w:szCs w:val="20"/>
              </w:rPr>
              <w:t>/22(1600hrs)</w:t>
            </w:r>
          </w:p>
        </w:tc>
      </w:tr>
      <w:tr w:rsidR="0020540E" w:rsidRPr="00A33618" w14:paraId="026A8E04" w14:textId="77777777" w:rsidTr="00E3749C">
        <w:tc>
          <w:tcPr>
            <w:tcW w:w="4673" w:type="dxa"/>
            <w:shd w:val="clear" w:color="auto" w:fill="auto"/>
          </w:tcPr>
          <w:p w14:paraId="655887F2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106438CA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FE36A1B" w14:textId="77777777" w:rsidR="0020540E" w:rsidRPr="00532E97" w:rsidRDefault="0020540E" w:rsidP="00E374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01/07/22</w:t>
            </w:r>
          </w:p>
        </w:tc>
      </w:tr>
      <w:tr w:rsidR="0020540E" w:rsidRPr="00A33618" w14:paraId="09143CA7" w14:textId="77777777" w:rsidTr="00E3749C">
        <w:tc>
          <w:tcPr>
            <w:tcW w:w="4673" w:type="dxa"/>
            <w:shd w:val="clear" w:color="auto" w:fill="auto"/>
          </w:tcPr>
          <w:p w14:paraId="4CD6DAD6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6996241A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FF3DA8D" w14:textId="77777777" w:rsidR="0020540E" w:rsidRPr="00532E97" w:rsidRDefault="0020540E" w:rsidP="00E374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04/07/22</w:t>
            </w:r>
          </w:p>
        </w:tc>
      </w:tr>
      <w:tr w:rsidR="0020540E" w:rsidRPr="00A33618" w14:paraId="349D8583" w14:textId="77777777" w:rsidTr="00E3749C">
        <w:tc>
          <w:tcPr>
            <w:tcW w:w="4673" w:type="dxa"/>
            <w:shd w:val="clear" w:color="auto" w:fill="auto"/>
          </w:tcPr>
          <w:p w14:paraId="68677595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6416C7B1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8F7C716" w14:textId="2344B912" w:rsidR="0020540E" w:rsidRPr="00532E97" w:rsidRDefault="00541761" w:rsidP="00E374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20540E">
              <w:rPr>
                <w:rFonts w:ascii="Calibri" w:hAnsi="Calibri"/>
                <w:szCs w:val="20"/>
              </w:rPr>
              <w:t>/07/22</w:t>
            </w:r>
          </w:p>
        </w:tc>
      </w:tr>
      <w:tr w:rsidR="0020540E" w:rsidRPr="00A33618" w14:paraId="0FCB5170" w14:textId="77777777" w:rsidTr="00E3749C">
        <w:tc>
          <w:tcPr>
            <w:tcW w:w="4673" w:type="dxa"/>
            <w:shd w:val="clear" w:color="auto" w:fill="auto"/>
          </w:tcPr>
          <w:p w14:paraId="1A17C95C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1D948EF0" w14:textId="77777777" w:rsidR="0020540E" w:rsidRPr="00251A4B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3C4FB9" w14:textId="77777777" w:rsidR="0020540E" w:rsidRPr="00532E97" w:rsidRDefault="0020540E" w:rsidP="00E374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19/07/22</w:t>
            </w:r>
          </w:p>
        </w:tc>
      </w:tr>
      <w:tr w:rsidR="0020540E" w:rsidRPr="00A33618" w14:paraId="25773295" w14:textId="77777777" w:rsidTr="00E3749C">
        <w:tc>
          <w:tcPr>
            <w:tcW w:w="4673" w:type="dxa"/>
            <w:shd w:val="clear" w:color="auto" w:fill="auto"/>
          </w:tcPr>
          <w:p w14:paraId="05FFF861" w14:textId="77777777" w:rsidR="0020540E" w:rsidRPr="00B0293A" w:rsidRDefault="0020540E" w:rsidP="0020540E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47E847AD" w14:textId="77777777" w:rsidR="0020540E" w:rsidRPr="00A33618" w:rsidRDefault="0020540E" w:rsidP="00E3749C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51298A8" w14:textId="77777777" w:rsidR="0020540E" w:rsidRPr="00532E97" w:rsidRDefault="0020540E" w:rsidP="00E374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  <w:highlight w:val="yellow"/>
              </w:rPr>
              <w:t>21 July</w:t>
            </w:r>
            <w:r w:rsidRPr="00A14DA3">
              <w:rPr>
                <w:rFonts w:ascii="Calibri" w:hAnsi="Calibri"/>
                <w:szCs w:val="20"/>
                <w:highlight w:val="yellow"/>
              </w:rPr>
              <w:t xml:space="preserve"> 2022</w:t>
            </w:r>
          </w:p>
        </w:tc>
      </w:tr>
    </w:tbl>
    <w:p w14:paraId="4260E36D" w14:textId="77777777" w:rsidR="00D45D9E" w:rsidRDefault="00D45D9E">
      <w:pPr>
        <w:rPr>
          <w:rFonts w:ascii="Calibri" w:hAnsi="Calibri" w:cs="Calibri"/>
        </w:rPr>
      </w:pPr>
    </w:p>
    <w:p w14:paraId="321EC97E" w14:textId="77777777" w:rsidR="00D45D9E" w:rsidRDefault="001D544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224A5C9" w14:textId="77777777" w:rsidR="00D45D9E" w:rsidRDefault="00D45D9E">
      <w:pPr>
        <w:rPr>
          <w:rFonts w:asciiTheme="minorHAnsi" w:hAnsiTheme="minorHAnsi"/>
          <w:sz w:val="22"/>
          <w:szCs w:val="22"/>
        </w:rPr>
      </w:pPr>
    </w:p>
    <w:sectPr w:rsidR="00D45D9E">
      <w:headerReference w:type="default" r:id="rId12"/>
      <w:footerReference w:type="default" r:id="rId13"/>
      <w:headerReference w:type="first" r:id="rId14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CDF30" w14:textId="77777777" w:rsidR="00B60AAD" w:rsidRDefault="00B60AAD">
      <w:r>
        <w:separator/>
      </w:r>
    </w:p>
  </w:endnote>
  <w:endnote w:type="continuationSeparator" w:id="0">
    <w:p w14:paraId="232C45EC" w14:textId="77777777" w:rsidR="00B60AAD" w:rsidRDefault="00B6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2099E" w14:textId="77777777" w:rsidR="00D45D9E" w:rsidRDefault="001D544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72E7B17C" w14:textId="11CAED6C" w:rsidR="00D45D9E" w:rsidRDefault="001D544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41761">
      <w:rPr>
        <w:noProof/>
      </w:rPr>
      <w:t>2022-06-15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FA16" w14:textId="77777777" w:rsidR="00B60AAD" w:rsidRDefault="00B60AAD">
      <w:r>
        <w:separator/>
      </w:r>
    </w:p>
  </w:footnote>
  <w:footnote w:type="continuationSeparator" w:id="0">
    <w:p w14:paraId="3AA189A4" w14:textId="77777777" w:rsidR="00B60AAD" w:rsidRDefault="00B60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7E81" w14:textId="74FFFB26" w:rsidR="00D45D9E" w:rsidRDefault="001D544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4C96A6E" wp14:editId="4E04DEC5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RFQ-MXXX-202</w:t>
    </w:r>
    <w:r w:rsidR="001071AA">
      <w:rPr>
        <w:rStyle w:val="Strong"/>
        <w:rFonts w:asciiTheme="minorHAnsi" w:hAnsiTheme="minorHAnsi" w:cstheme="minorHAnsi"/>
        <w:lang w:val="en-GB"/>
      </w:rPr>
      <w:t>2</w:t>
    </w:r>
    <w:r>
      <w:rPr>
        <w:rStyle w:val="Strong"/>
        <w:rFonts w:asciiTheme="minorHAnsi" w:hAnsiTheme="minorHAnsi" w:cstheme="minorHAnsi"/>
        <w:lang w:val="en-GB"/>
      </w:rPr>
      <w:t>-000</w:t>
    </w:r>
    <w:r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46E0" w14:textId="77777777" w:rsidR="00D45D9E" w:rsidRDefault="001D544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4521E846" w14:textId="77777777" w:rsidR="00D45D9E" w:rsidRDefault="00D45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295648194">
    <w:abstractNumId w:val="0"/>
  </w:num>
  <w:num w:numId="2" w16cid:durableId="354161529">
    <w:abstractNumId w:val="2"/>
  </w:num>
  <w:num w:numId="3" w16cid:durableId="189072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1AA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44B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1B2"/>
    <w:rsid w:val="002015C4"/>
    <w:rsid w:val="00201B99"/>
    <w:rsid w:val="002033CE"/>
    <w:rsid w:val="00204642"/>
    <w:rsid w:val="0020540E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39B9"/>
    <w:rsid w:val="002752F1"/>
    <w:rsid w:val="002761F3"/>
    <w:rsid w:val="00280823"/>
    <w:rsid w:val="00281936"/>
    <w:rsid w:val="002832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603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761"/>
    <w:rsid w:val="0054215F"/>
    <w:rsid w:val="00542166"/>
    <w:rsid w:val="00542929"/>
    <w:rsid w:val="00544A94"/>
    <w:rsid w:val="00551C5B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B565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5C6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0AAD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678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5D9E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90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C99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7C76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7BCDAA"/>
  <w15:docId w15:val="{4E35E9BA-062B-4762-BD58-57214A73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uiPriority="99" w:unhideWhenUsed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uiPriority="99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pPr>
      <w:ind w:left="720"/>
    </w:pPr>
  </w:style>
  <w:style w:type="paragraph" w:styleId="PlainText">
    <w:name w:val="Plain Text"/>
    <w:basedOn w:val="Normal"/>
    <w:link w:val="PlainTextChar"/>
    <w:unhideWhenUsed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rPr>
      <w:color w:val="800080" w:themeColor="followedHyperlink"/>
      <w:u w:val="single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pPr>
      <w:outlineLvl w:val="9"/>
    </w:pPr>
  </w:style>
  <w:style w:type="character" w:customStyle="1" w:styleId="BalloonTextChar">
    <w:name w:val="Balloon Text Char"/>
    <w:link w:val="BalloonText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Pr>
      <w:sz w:val="24"/>
      <w:lang w:eastAsia="en-US"/>
    </w:rPr>
  </w:style>
  <w:style w:type="character" w:customStyle="1" w:styleId="Heading1Char">
    <w:name w:val="Heading 1 Char"/>
    <w:link w:val="Heading1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Pr>
      <w:sz w:val="24"/>
    </w:rPr>
  </w:style>
  <w:style w:type="character" w:customStyle="1" w:styleId="FootnoteTextChar">
    <w:name w:val="Footnote Text Char"/>
    <w:link w:val="FootnoteText"/>
    <w:semiHidden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</w:style>
  <w:style w:type="character" w:customStyle="1" w:styleId="FooterChar">
    <w:name w:val="Footer Char"/>
    <w:link w:val="Footer"/>
    <w:uiPriority w:val="99"/>
    <w:rPr>
      <w:sz w:val="24"/>
    </w:rPr>
  </w:style>
  <w:style w:type="character" w:customStyle="1" w:styleId="BodyTextIndentChar">
    <w:name w:val="Body Text Indent Char"/>
    <w:link w:val="BodyTextIndent"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rPr>
      <w:sz w:val="16"/>
      <w:szCs w:val="16"/>
    </w:rPr>
  </w:style>
  <w:style w:type="paragraph" w:customStyle="1" w:styleId="a">
    <w:name w:val="선그리기"/>
    <w:basedOn w:val="Normal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pPr>
      <w:numPr>
        <w:ilvl w:val="1"/>
      </w:numPr>
    </w:pPr>
  </w:style>
  <w:style w:type="paragraph" w:customStyle="1" w:styleId="03opensquarebullet">
    <w:name w:val="03 open square bullet"/>
    <w:basedOn w:val="02dash"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pPr>
      <w:numPr>
        <w:ilvl w:val="3"/>
      </w:numPr>
    </w:pPr>
  </w:style>
  <w:style w:type="paragraph" w:customStyle="1" w:styleId="05number1">
    <w:name w:val="05 number/1"/>
    <w:basedOn w:val="Normal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</w:style>
  <w:style w:type="paragraph" w:customStyle="1" w:styleId="StyleHeading4BodyCalibri">
    <w:name w:val="Style Heading 4 + +Body (Calibri)"/>
    <w:basedOn w:val="Heading4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A9B4D0C-37E2-4A87-9314-D90840D6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43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6</cp:revision>
  <cp:lastPrinted>2013-10-18T08:32:00Z</cp:lastPrinted>
  <dcterms:created xsi:type="dcterms:W3CDTF">2022-03-03T22:26:00Z</dcterms:created>
  <dcterms:modified xsi:type="dcterms:W3CDTF">2022-06-15T07:21:00Z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1033-11.2.0.9684</vt:lpwstr>
  </property>
</Properties>
</file>